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3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4" w:type="dxa"/>
        </w:tblCellMar>
        <w:tblLook w:val="04A0" w:firstRow="1" w:lastRow="0" w:firstColumn="1" w:lastColumn="0" w:noHBand="0" w:noVBand="1"/>
      </w:tblPr>
      <w:tblGrid>
        <w:gridCol w:w="265"/>
        <w:gridCol w:w="7863"/>
        <w:gridCol w:w="6267"/>
      </w:tblGrid>
      <w:tr w:rsidR="005E5368" w:rsidTr="00F06076">
        <w:trPr>
          <w:trHeight w:val="538"/>
          <w:jc w:val="center"/>
        </w:trPr>
        <w:tc>
          <w:tcPr>
            <w:tcW w:w="265" w:type="dxa"/>
            <w:shd w:val="clear" w:color="auto" w:fill="auto"/>
            <w:vAlign w:val="bottom"/>
          </w:tcPr>
          <w:p w:rsidR="005E5368" w:rsidRDefault="005E5368" w:rsidP="006C204B">
            <w:pPr>
              <w:pStyle w:val="Year"/>
              <w:tabs>
                <w:tab w:val="center" w:pos="3776"/>
              </w:tabs>
              <w:spacing w:after="60"/>
              <w:jc w:val="left"/>
              <w:rPr>
                <w:rFonts w:asciiTheme="minorHAnsi" w:hAnsiTheme="minorHAnsi"/>
                <w:color w:val="204066"/>
                <w:sz w:val="36"/>
                <w:szCs w:val="34"/>
              </w:rPr>
            </w:pPr>
            <w:bookmarkStart w:id="0" w:name="Promo_WinCalendar" w:colFirst="2" w:colLast="2"/>
            <w:bookmarkStart w:id="1" w:name="Title_WinCalendar" w:colFirst="1" w:colLast="1"/>
            <w:bookmarkStart w:id="2" w:name="_GoBack"/>
            <w:bookmarkEnd w:id="2"/>
          </w:p>
        </w:tc>
        <w:tc>
          <w:tcPr>
            <w:tcW w:w="7863" w:type="dxa"/>
            <w:shd w:val="clear" w:color="auto" w:fill="auto"/>
            <w:vAlign w:val="bottom"/>
          </w:tcPr>
          <w:p w:rsidR="005E5368" w:rsidRDefault="00F06076" w:rsidP="006C204B">
            <w:pPr>
              <w:pStyle w:val="Year"/>
              <w:tabs>
                <w:tab w:val="center" w:pos="3776"/>
              </w:tabs>
              <w:spacing w:after="60"/>
              <w:jc w:val="left"/>
              <w:rPr>
                <w:rFonts w:asciiTheme="minorHAnsi" w:hAnsiTheme="minorHAnsi"/>
                <w:color w:val="204066"/>
                <w:sz w:val="36"/>
                <w:szCs w:val="34"/>
              </w:rPr>
            </w:pPr>
            <w:r>
              <w:rPr>
                <w:rFonts w:asciiTheme="minorHAnsi" w:hAnsiTheme="minorHAnsi"/>
                <w:color w:val="204066"/>
                <w:sz w:val="36"/>
                <w:szCs w:val="34"/>
              </w:rPr>
              <w:t>2020 Calendar</w:t>
            </w:r>
          </w:p>
        </w:tc>
        <w:tc>
          <w:tcPr>
            <w:tcW w:w="6267" w:type="dxa"/>
            <w:shd w:val="clear" w:color="auto" w:fill="auto"/>
            <w:vAlign w:val="bottom"/>
          </w:tcPr>
          <w:p w:rsidR="005E5368" w:rsidRPr="00F06076" w:rsidRDefault="00F06076" w:rsidP="006C204B">
            <w:pPr>
              <w:pStyle w:val="Year"/>
              <w:spacing w:after="60"/>
              <w:rPr>
                <w:rFonts w:asciiTheme="minorHAnsi" w:hAnsiTheme="minorHAnsi"/>
                <w:color w:val="204066"/>
                <w:sz w:val="18"/>
                <w:szCs w:val="34"/>
              </w:rPr>
            </w:pPr>
            <w:r w:rsidRPr="00F06076">
              <w:rPr>
                <w:rFonts w:asciiTheme="minorHAnsi" w:hAnsiTheme="minorHAnsi"/>
                <w:color w:val="204066"/>
                <w:sz w:val="18"/>
                <w:szCs w:val="34"/>
              </w:rPr>
              <w:t xml:space="preserve">Courtesy of </w:t>
            </w:r>
            <w:hyperlink r:id="rId7" w:history="1">
              <w:r w:rsidRPr="00F06076">
                <w:rPr>
                  <w:rStyle w:val="Hyperlink"/>
                  <w:rFonts w:asciiTheme="minorHAnsi" w:hAnsiTheme="minorHAnsi"/>
                  <w:color w:val="094FDB"/>
                  <w:sz w:val="22"/>
                  <w:szCs w:val="34"/>
                  <w:u w:val="none"/>
                </w:rPr>
                <w:t>WinCalendar.com</w:t>
              </w:r>
            </w:hyperlink>
          </w:p>
        </w:tc>
      </w:tr>
      <w:bookmarkEnd w:id="0"/>
      <w:bookmarkEnd w:id="1"/>
    </w:tbl>
    <w:p w:rsidR="00AF26B2" w:rsidRPr="0091671F" w:rsidRDefault="00AF26B2" w:rsidP="00235C01">
      <w:pPr>
        <w:pStyle w:val="Year"/>
        <w:spacing w:after="60"/>
        <w:jc w:val="left"/>
        <w:rPr>
          <w:rFonts w:asciiTheme="minorHAnsi" w:hAnsiTheme="minorHAnsi"/>
          <w:color w:val="204066"/>
          <w:sz w:val="4"/>
          <w:szCs w:val="4"/>
        </w:rPr>
      </w:pPr>
    </w:p>
    <w:tbl>
      <w:tblPr>
        <w:tblStyle w:val="TableGrid"/>
        <w:tblW w:w="143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Description w:val="Calendar Layout"/>
      </w:tblPr>
      <w:tblGrid>
        <w:gridCol w:w="236"/>
        <w:gridCol w:w="3134"/>
        <w:gridCol w:w="537"/>
        <w:gridCol w:w="3134"/>
        <w:gridCol w:w="537"/>
        <w:gridCol w:w="3134"/>
        <w:gridCol w:w="537"/>
        <w:gridCol w:w="3134"/>
      </w:tblGrid>
      <w:tr w:rsidR="00E45EDC" w:rsidRPr="0091671F" w:rsidTr="00F06076">
        <w:trPr>
          <w:trHeight w:hRule="exact" w:val="317"/>
          <w:jc w:val="center"/>
        </w:trPr>
        <w:tc>
          <w:tcPr>
            <w:tcW w:w="236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  <w:bookmarkStart w:id="3" w:name="M1" w:colFirst="1" w:colLast="1"/>
            <w:bookmarkStart w:id="4" w:name="M2" w:colFirst="3" w:colLast="3"/>
            <w:bookmarkStart w:id="5" w:name="M3" w:colFirst="5" w:colLast="5"/>
            <w:bookmarkStart w:id="6" w:name="M4" w:colFirst="7" w:colLast="7"/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left" w:pos="1530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JANUARY</w:t>
            </w:r>
          </w:p>
        </w:tc>
        <w:tc>
          <w:tcPr>
            <w:tcW w:w="537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left" w:pos="1875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FEBRUARY</w:t>
            </w:r>
          </w:p>
        </w:tc>
        <w:tc>
          <w:tcPr>
            <w:tcW w:w="537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center" w:pos="1509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MARCH</w:t>
            </w:r>
          </w:p>
        </w:tc>
        <w:tc>
          <w:tcPr>
            <w:tcW w:w="537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APRIL</w:t>
            </w:r>
          </w:p>
        </w:tc>
      </w:tr>
      <w:bookmarkEnd w:id="3"/>
      <w:bookmarkEnd w:id="4"/>
      <w:bookmarkEnd w:id="5"/>
      <w:bookmarkEnd w:id="6"/>
      <w:tr w:rsidR="00E45EDC" w:rsidRPr="0091671F" w:rsidTr="00F06076">
        <w:trPr>
          <w:jc w:val="center"/>
        </w:trPr>
        <w:tc>
          <w:tcPr>
            <w:tcW w:w="236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2723" w:type="dxa"/>
              <w:tblLayout w:type="fixed"/>
              <w:tblLook w:val="04A0" w:firstRow="1" w:lastRow="0" w:firstColumn="1" w:lastColumn="0" w:noHBand="0" w:noVBand="1"/>
              <w:tblDescription w:val="January"/>
            </w:tblPr>
            <w:tblGrid>
              <w:gridCol w:w="389"/>
              <w:gridCol w:w="389"/>
              <w:gridCol w:w="389"/>
              <w:gridCol w:w="389"/>
              <w:gridCol w:w="389"/>
              <w:gridCol w:w="389"/>
              <w:gridCol w:w="389"/>
            </w:tblGrid>
            <w:tr w:rsidR="00E45EDC" w:rsidRPr="0091671F" w:rsidTr="00F06076">
              <w:tc>
                <w:tcPr>
                  <w:tcW w:w="389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7" w:name="M1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89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89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89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89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89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89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91671F" w:rsidTr="00235C01"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8" w:name="M1g" w:colFirst="0" w:colLast="6"/>
                  <w:bookmarkEnd w:id="7"/>
                </w:p>
              </w:tc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</w:tr>
            <w:tr w:rsidR="00E45EDC" w:rsidRPr="0091671F" w:rsidTr="00235C01"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</w:tr>
            <w:tr w:rsidR="00E45EDC" w:rsidRPr="0091671F" w:rsidTr="00235C01"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</w:tr>
            <w:tr w:rsidR="00E45EDC" w:rsidRPr="0091671F" w:rsidTr="00235C01"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</w:tr>
            <w:tr w:rsidR="00E45EDC" w:rsidRPr="0091671F" w:rsidTr="00235C01"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89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tr w:rsidR="00E45EDC" w:rsidRPr="0091671F" w:rsidTr="00235C01"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89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8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February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9" w:name="M2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10" w:name="M2g" w:colFirst="0" w:colLast="6"/>
                  <w:bookmarkEnd w:id="9"/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10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4940" w:type="pct"/>
              <w:tblLayout w:type="fixed"/>
              <w:tblLook w:val="04A0" w:firstRow="1" w:lastRow="0" w:firstColumn="1" w:lastColumn="0" w:noHBand="0" w:noVBand="1"/>
              <w:tblDescription w:val="March"/>
            </w:tblPr>
            <w:tblGrid>
              <w:gridCol w:w="411"/>
              <w:gridCol w:w="412"/>
              <w:gridCol w:w="412"/>
              <w:gridCol w:w="412"/>
              <w:gridCol w:w="412"/>
              <w:gridCol w:w="412"/>
              <w:gridCol w:w="412"/>
            </w:tblGrid>
            <w:tr w:rsidR="00E45EDC" w:rsidRPr="0091671F" w:rsidTr="00F06076">
              <w:tc>
                <w:tcPr>
                  <w:tcW w:w="317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11" w:name="M3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17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17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17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17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17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7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91671F" w:rsidTr="00FF17C6"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12" w:name="M3g" w:colFirst="0" w:colLast="6"/>
                  <w:bookmarkEnd w:id="11"/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</w:tr>
            <w:tr w:rsidR="00E45EDC" w:rsidRPr="0091671F" w:rsidTr="00FF17C6"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</w:tr>
            <w:tr w:rsidR="00E45EDC" w:rsidRPr="0091671F" w:rsidTr="00FF17C6"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</w:tr>
            <w:tr w:rsidR="00E45EDC" w:rsidRPr="0091671F" w:rsidTr="00FF17C6">
              <w:tc>
                <w:tcPr>
                  <w:tcW w:w="317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</w:tr>
            <w:tr w:rsidR="00E45EDC" w:rsidRPr="0091671F" w:rsidTr="00FF17C6"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17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:rsidR="00E45EDC" w:rsidRPr="00127174" w:rsidRDefault="00E45EDC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tr w:rsidR="00E45EDC" w:rsidRPr="0091671F" w:rsidTr="00FF17C6"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7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12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April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13" w:name="M4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14" w:name="M4g" w:colFirst="0" w:colLast="6"/>
                  <w:bookmarkEnd w:id="13"/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14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</w:tr>
      <w:tr w:rsidR="00E45EDC" w:rsidRPr="0091671F" w:rsidTr="00F06076">
        <w:trPr>
          <w:trHeight w:hRule="exact" w:val="144"/>
          <w:jc w:val="center"/>
        </w:trPr>
        <w:tc>
          <w:tcPr>
            <w:tcW w:w="236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</w:tr>
      <w:tr w:rsidR="00E45EDC" w:rsidRPr="0091671F" w:rsidTr="00F06076">
        <w:trPr>
          <w:trHeight w:hRule="exact" w:val="317"/>
          <w:jc w:val="center"/>
        </w:trPr>
        <w:tc>
          <w:tcPr>
            <w:tcW w:w="236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  <w:bookmarkStart w:id="15" w:name="M5" w:colFirst="1" w:colLast="1"/>
            <w:bookmarkStart w:id="16" w:name="M6" w:colFirst="3" w:colLast="3"/>
            <w:bookmarkStart w:id="17" w:name="M7" w:colFirst="5" w:colLast="5"/>
            <w:bookmarkStart w:id="18" w:name="M8" w:colFirst="7" w:colLast="7"/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center" w:pos="1412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MAY</w:t>
            </w:r>
          </w:p>
        </w:tc>
        <w:tc>
          <w:tcPr>
            <w:tcW w:w="537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center" w:pos="1412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JUNE</w:t>
            </w:r>
          </w:p>
        </w:tc>
        <w:tc>
          <w:tcPr>
            <w:tcW w:w="537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center" w:pos="1412"/>
                <w:tab w:val="left" w:pos="1860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JULY</w:t>
            </w:r>
          </w:p>
        </w:tc>
        <w:tc>
          <w:tcPr>
            <w:tcW w:w="537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left" w:pos="1680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AUGUST</w:t>
            </w:r>
          </w:p>
        </w:tc>
      </w:tr>
      <w:bookmarkEnd w:id="15"/>
      <w:bookmarkEnd w:id="16"/>
      <w:bookmarkEnd w:id="17"/>
      <w:bookmarkEnd w:id="18"/>
      <w:tr w:rsidR="00E45EDC" w:rsidRPr="0091671F" w:rsidTr="00F06076">
        <w:trPr>
          <w:jc w:val="center"/>
        </w:trPr>
        <w:tc>
          <w:tcPr>
            <w:tcW w:w="236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May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19" w:name="M5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20" w:name="M5g" w:colFirst="0" w:colLast="6"/>
                  <w:bookmarkEnd w:id="19"/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20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June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21" w:name="M6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22" w:name="M6g" w:colFirst="0" w:colLast="6"/>
                  <w:bookmarkEnd w:id="21"/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 w:rsidP="006E483E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22" w:type="dxa"/>
                </w:tcPr>
                <w:p w:rsidR="00E45EDC" w:rsidRPr="00127174" w:rsidRDefault="00E45EDC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22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July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23" w:name="M7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24" w:name="M7g" w:colFirst="0" w:colLast="6"/>
                  <w:bookmarkEnd w:id="23"/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24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August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25" w:name="M8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26" w:name="M8g" w:colFirst="0" w:colLast="6"/>
                  <w:bookmarkEnd w:id="25"/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26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</w:tr>
      <w:tr w:rsidR="00E45EDC" w:rsidRPr="0091671F" w:rsidTr="00F06076">
        <w:trPr>
          <w:trHeight w:hRule="exact" w:val="144"/>
          <w:jc w:val="center"/>
        </w:trPr>
        <w:tc>
          <w:tcPr>
            <w:tcW w:w="236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12"/>
                <w:szCs w:val="12"/>
              </w:rPr>
            </w:pPr>
          </w:p>
        </w:tc>
        <w:tc>
          <w:tcPr>
            <w:tcW w:w="3134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12"/>
                <w:szCs w:val="12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12"/>
                <w:szCs w:val="12"/>
              </w:rPr>
            </w:pPr>
          </w:p>
        </w:tc>
        <w:tc>
          <w:tcPr>
            <w:tcW w:w="3134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12"/>
                <w:szCs w:val="12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12"/>
                <w:szCs w:val="12"/>
              </w:rPr>
            </w:pPr>
          </w:p>
        </w:tc>
        <w:tc>
          <w:tcPr>
            <w:tcW w:w="3134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12"/>
                <w:szCs w:val="12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12"/>
                <w:szCs w:val="12"/>
              </w:rPr>
            </w:pPr>
          </w:p>
        </w:tc>
        <w:tc>
          <w:tcPr>
            <w:tcW w:w="3134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12"/>
                <w:szCs w:val="12"/>
              </w:rPr>
            </w:pPr>
          </w:p>
        </w:tc>
      </w:tr>
      <w:tr w:rsidR="00E45EDC" w:rsidRPr="0091671F" w:rsidTr="00F06076">
        <w:trPr>
          <w:trHeight w:hRule="exact" w:val="317"/>
          <w:jc w:val="center"/>
        </w:trPr>
        <w:tc>
          <w:tcPr>
            <w:tcW w:w="236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  <w:bookmarkStart w:id="27" w:name="M9" w:colFirst="1" w:colLast="1"/>
            <w:bookmarkStart w:id="28" w:name="M10" w:colFirst="3" w:colLast="3"/>
            <w:bookmarkStart w:id="29" w:name="M11" w:colFirst="5" w:colLast="5"/>
            <w:bookmarkStart w:id="30" w:name="M12" w:colFirst="7" w:colLast="7"/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right" w:pos="2723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SEPTEMBER</w:t>
            </w:r>
          </w:p>
        </w:tc>
        <w:tc>
          <w:tcPr>
            <w:tcW w:w="537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left" w:pos="1725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OCTOBER</w:t>
            </w:r>
          </w:p>
        </w:tc>
        <w:tc>
          <w:tcPr>
            <w:tcW w:w="537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left" w:pos="1725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NOVEMBER</w:t>
            </w:r>
          </w:p>
        </w:tc>
        <w:tc>
          <w:tcPr>
            <w:tcW w:w="537" w:type="dxa"/>
            <w:shd w:val="clear" w:color="auto" w:fill="auto"/>
            <w:vAlign w:val="bottom"/>
          </w:tcPr>
          <w:p w:rsidR="00E45EDC" w:rsidRPr="0091671F" w:rsidRDefault="00E45EDC" w:rsidP="001625CA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  <w:vAlign w:val="bottom"/>
          </w:tcPr>
          <w:p w:rsidR="00E45EDC" w:rsidRPr="00127174" w:rsidRDefault="00F06076" w:rsidP="001625CA">
            <w:pPr>
              <w:pStyle w:val="Months"/>
              <w:tabs>
                <w:tab w:val="left" w:pos="1830"/>
              </w:tabs>
              <w:rPr>
                <w:rFonts w:asciiTheme="minorHAnsi" w:hAnsiTheme="minorHAnsi"/>
                <w:color w:val="1D354B"/>
                <w:sz w:val="24"/>
              </w:rPr>
            </w:pPr>
            <w:r>
              <w:rPr>
                <w:rFonts w:asciiTheme="minorHAnsi" w:hAnsiTheme="minorHAnsi"/>
                <w:color w:val="1D354B"/>
                <w:sz w:val="24"/>
              </w:rPr>
              <w:t>DECEMBER</w:t>
            </w:r>
          </w:p>
        </w:tc>
      </w:tr>
      <w:bookmarkEnd w:id="27"/>
      <w:bookmarkEnd w:id="28"/>
      <w:bookmarkEnd w:id="29"/>
      <w:bookmarkEnd w:id="30"/>
      <w:tr w:rsidR="00E45EDC" w:rsidRPr="0091671F" w:rsidTr="00F06076">
        <w:trPr>
          <w:jc w:val="center"/>
        </w:trPr>
        <w:tc>
          <w:tcPr>
            <w:tcW w:w="236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2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September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31" w:name="M9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32" w:name="M9g" w:colFirst="0" w:colLast="6"/>
                  <w:bookmarkEnd w:id="31"/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22" w:type="dxa"/>
                </w:tcPr>
                <w:p w:rsidR="00E45EDC" w:rsidRPr="00127174" w:rsidRDefault="00E45EDC" w:rsidP="00662CBD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tr w:rsidR="00E45EDC" w:rsidRPr="0091671F">
              <w:tc>
                <w:tcPr>
                  <w:tcW w:w="318" w:type="dxa"/>
                </w:tcPr>
                <w:p w:rsidR="00E45EDC" w:rsidRPr="0091671F" w:rsidRDefault="00E45EDC" w:rsidP="0089132B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91671F" w:rsidRDefault="00E45EDC" w:rsidP="0089132B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91671F" w:rsidRDefault="00E45EDC" w:rsidP="0089132B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91671F" w:rsidRDefault="00E45EDC" w:rsidP="0089132B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91671F" w:rsidRDefault="00E45EDC" w:rsidP="0089132B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91671F" w:rsidRDefault="00E45EDC" w:rsidP="0089132B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91671F" w:rsidRDefault="00E45EDC" w:rsidP="0089132B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32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October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33" w:name="M10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34" w:name="M10g" w:colFirst="0" w:colLast="6"/>
                  <w:bookmarkEnd w:id="33"/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31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34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November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35" w:name="M11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36" w:name="M11g" w:colFirst="0" w:colLast="6"/>
                  <w:bookmarkEnd w:id="35"/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22" w:type="dxa"/>
                </w:tcPr>
                <w:p w:rsidR="00E45EDC" w:rsidRPr="00127174" w:rsidRDefault="00E45EDC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tr w:rsidR="00E45EDC" w:rsidRPr="00127174" w:rsidTr="00127174">
              <w:trPr>
                <w:trHeight w:val="80"/>
              </w:trPr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36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uto"/>
          </w:tcPr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  <w:tc>
          <w:tcPr>
            <w:tcW w:w="3134" w:type="dxa"/>
            <w:shd w:val="clear" w:color="auto" w:fill="auto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December"/>
            </w:tblPr>
            <w:tblGrid>
              <w:gridCol w:w="414"/>
              <w:gridCol w:w="419"/>
              <w:gridCol w:w="418"/>
              <w:gridCol w:w="418"/>
              <w:gridCol w:w="418"/>
              <w:gridCol w:w="418"/>
              <w:gridCol w:w="413"/>
            </w:tblGrid>
            <w:tr w:rsidR="00E45EDC" w:rsidRPr="0091671F" w:rsidTr="00F06076"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bookmarkStart w:id="37" w:name="M12d" w:colFirst="0" w:colLast="6"/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M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W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T</w:t>
                  </w:r>
                </w:p>
              </w:tc>
              <w:tc>
                <w:tcPr>
                  <w:tcW w:w="322" w:type="dxa"/>
                  <w:tcBorders>
                    <w:top w:val="single" w:sz="4" w:space="0" w:color="8CB2CA"/>
                  </w:tcBorders>
                  <w:shd w:val="clear" w:color="auto" w:fill="DFF7F9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204066"/>
                      <w:sz w:val="26"/>
                      <w:szCs w:val="26"/>
                    </w:rPr>
                    <w:t>F</w:t>
                  </w:r>
                </w:p>
              </w:tc>
              <w:tc>
                <w:tcPr>
                  <w:tcW w:w="318" w:type="dxa"/>
                  <w:tcBorders>
                    <w:top w:val="single" w:sz="4" w:space="0" w:color="8CB2CA"/>
                  </w:tcBorders>
                  <w:shd w:val="clear" w:color="auto" w:fill="E0E8F0"/>
                </w:tcPr>
                <w:p w:rsidR="00E45EDC" w:rsidRPr="00F06076" w:rsidRDefault="00F06076">
                  <w:pPr>
                    <w:pStyle w:val="Days"/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</w:pPr>
                  <w:r w:rsidRPr="00F06076">
                    <w:rPr>
                      <w:rFonts w:asciiTheme="minorHAnsi" w:hAnsiTheme="minorHAnsi"/>
                      <w:color w:val="074FB9"/>
                      <w:sz w:val="26"/>
                      <w:szCs w:val="26"/>
                    </w:rPr>
                    <w:t>S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bookmarkStart w:id="38" w:name="M12g" w:colFirst="0" w:colLast="6"/>
                  <w:bookmarkEnd w:id="37"/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5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12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19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18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26</w:t>
                  </w: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22" w:type="dxa"/>
                </w:tcPr>
                <w:p w:rsidR="00E45EDC" w:rsidRPr="00127174" w:rsidRDefault="00F06076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  <w:r>
                    <w:rPr>
                      <w:color w:val="204066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tr w:rsidR="00E45EDC" w:rsidRPr="00127174">
              <w:tc>
                <w:tcPr>
                  <w:tcW w:w="318" w:type="dxa"/>
                </w:tcPr>
                <w:p w:rsidR="00E45EDC" w:rsidRPr="00127174" w:rsidRDefault="00E45EDC" w:rsidP="001B48C1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:rsidR="00E45EDC" w:rsidRPr="00127174" w:rsidRDefault="00E45EDC">
                  <w:pPr>
                    <w:pStyle w:val="Dates"/>
                    <w:rPr>
                      <w:color w:val="204066"/>
                      <w:sz w:val="24"/>
                      <w:szCs w:val="24"/>
                    </w:rPr>
                  </w:pPr>
                </w:p>
              </w:tc>
            </w:tr>
            <w:bookmarkEnd w:id="38"/>
          </w:tbl>
          <w:p w:rsidR="00E45EDC" w:rsidRPr="0091671F" w:rsidRDefault="00E45EDC">
            <w:pPr>
              <w:rPr>
                <w:color w:val="204066"/>
                <w:sz w:val="24"/>
                <w:szCs w:val="24"/>
              </w:rPr>
            </w:pPr>
          </w:p>
        </w:tc>
      </w:tr>
    </w:tbl>
    <w:p w:rsidR="00AF26B2" w:rsidRPr="0091671F" w:rsidRDefault="00F06076" w:rsidP="00F06076">
      <w:pPr>
        <w:pStyle w:val="NoSpacing"/>
        <w:ind w:right="540"/>
        <w:jc w:val="right"/>
        <w:rPr>
          <w:color w:val="204066"/>
          <w:sz w:val="22"/>
        </w:rPr>
      </w:pPr>
      <w:r w:rsidRPr="00F06076">
        <w:rPr>
          <w:color w:val="666699"/>
          <w:sz w:val="16"/>
        </w:rPr>
        <w:t xml:space="preserve">More Free Calendars Templates: </w:t>
      </w:r>
      <w:hyperlink r:id="rId8" w:history="1">
        <w:r w:rsidRPr="00F06076">
          <w:rPr>
            <w:rStyle w:val="Hyperlink"/>
            <w:color w:val="666699"/>
            <w:sz w:val="16"/>
          </w:rPr>
          <w:t>2020 Calendar</w:t>
        </w:r>
      </w:hyperlink>
      <w:r w:rsidRPr="00F06076">
        <w:rPr>
          <w:color w:val="666699"/>
          <w:sz w:val="16"/>
        </w:rPr>
        <w:t xml:space="preserve">, </w:t>
      </w:r>
      <w:hyperlink r:id="rId9" w:history="1">
        <w:r w:rsidRPr="00F06076">
          <w:rPr>
            <w:rStyle w:val="Hyperlink"/>
            <w:color w:val="666699"/>
            <w:sz w:val="16"/>
          </w:rPr>
          <w:t>Printable Calendar</w:t>
        </w:r>
      </w:hyperlink>
      <w:r w:rsidRPr="00F06076">
        <w:rPr>
          <w:color w:val="666699"/>
          <w:sz w:val="16"/>
        </w:rPr>
        <w:t xml:space="preserve">, </w:t>
      </w:r>
      <w:hyperlink r:id="rId10" w:history="1">
        <w:r w:rsidRPr="00F06076">
          <w:rPr>
            <w:rStyle w:val="Hyperlink"/>
            <w:color w:val="666699"/>
            <w:sz w:val="16"/>
          </w:rPr>
          <w:t>Holiday Calendar</w:t>
        </w:r>
      </w:hyperlink>
      <w:r w:rsidRPr="00F06076">
        <w:rPr>
          <w:color w:val="666699"/>
          <w:sz w:val="16"/>
        </w:rPr>
        <w:t xml:space="preserve"> </w:t>
      </w:r>
    </w:p>
    <w:sectPr w:rsidR="00AF26B2" w:rsidRPr="0091671F" w:rsidSect="00F060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076" w:rsidRDefault="00F06076">
      <w:r>
        <w:separator/>
      </w:r>
    </w:p>
  </w:endnote>
  <w:endnote w:type="continuationSeparator" w:id="0">
    <w:p w:rsidR="00F06076" w:rsidRDefault="00F0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076" w:rsidRDefault="00F06076">
      <w:r>
        <w:separator/>
      </w:r>
    </w:p>
  </w:footnote>
  <w:footnote w:type="continuationSeparator" w:id="0">
    <w:p w:rsidR="00F06076" w:rsidRDefault="00F06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076"/>
    <w:rsid w:val="00037B60"/>
    <w:rsid w:val="0005720C"/>
    <w:rsid w:val="000D1090"/>
    <w:rsid w:val="000E1B51"/>
    <w:rsid w:val="000E21CA"/>
    <w:rsid w:val="0010006F"/>
    <w:rsid w:val="00127174"/>
    <w:rsid w:val="001625CA"/>
    <w:rsid w:val="00165A69"/>
    <w:rsid w:val="00170B8F"/>
    <w:rsid w:val="001B48C1"/>
    <w:rsid w:val="001E010B"/>
    <w:rsid w:val="001F3C61"/>
    <w:rsid w:val="00210F02"/>
    <w:rsid w:val="00235C01"/>
    <w:rsid w:val="00237D66"/>
    <w:rsid w:val="002435B3"/>
    <w:rsid w:val="0026404E"/>
    <w:rsid w:val="002D1004"/>
    <w:rsid w:val="00305950"/>
    <w:rsid w:val="003061C7"/>
    <w:rsid w:val="00350777"/>
    <w:rsid w:val="00351C2A"/>
    <w:rsid w:val="00352747"/>
    <w:rsid w:val="003A0BCC"/>
    <w:rsid w:val="00426FC2"/>
    <w:rsid w:val="0042737B"/>
    <w:rsid w:val="00462571"/>
    <w:rsid w:val="0049636B"/>
    <w:rsid w:val="004B26DA"/>
    <w:rsid w:val="004E1E00"/>
    <w:rsid w:val="00507182"/>
    <w:rsid w:val="00513E07"/>
    <w:rsid w:val="00520639"/>
    <w:rsid w:val="005A688A"/>
    <w:rsid w:val="005E5368"/>
    <w:rsid w:val="00627286"/>
    <w:rsid w:val="00662CBD"/>
    <w:rsid w:val="006736EF"/>
    <w:rsid w:val="0069212B"/>
    <w:rsid w:val="006946BA"/>
    <w:rsid w:val="006C204B"/>
    <w:rsid w:val="006D5406"/>
    <w:rsid w:val="006E483E"/>
    <w:rsid w:val="006E55E0"/>
    <w:rsid w:val="00704952"/>
    <w:rsid w:val="00704A29"/>
    <w:rsid w:val="007070F6"/>
    <w:rsid w:val="007A78EE"/>
    <w:rsid w:val="007D3E3C"/>
    <w:rsid w:val="00826864"/>
    <w:rsid w:val="0089132B"/>
    <w:rsid w:val="008960CE"/>
    <w:rsid w:val="008B4ECA"/>
    <w:rsid w:val="008D458F"/>
    <w:rsid w:val="0091671F"/>
    <w:rsid w:val="00957763"/>
    <w:rsid w:val="0098403E"/>
    <w:rsid w:val="009D43FE"/>
    <w:rsid w:val="00A04427"/>
    <w:rsid w:val="00AA2D4B"/>
    <w:rsid w:val="00AB7BC5"/>
    <w:rsid w:val="00AF26B2"/>
    <w:rsid w:val="00AF393D"/>
    <w:rsid w:val="00B22E6F"/>
    <w:rsid w:val="00C32B87"/>
    <w:rsid w:val="00C66DA7"/>
    <w:rsid w:val="00C74AB0"/>
    <w:rsid w:val="00C768BE"/>
    <w:rsid w:val="00C8450F"/>
    <w:rsid w:val="00C97663"/>
    <w:rsid w:val="00CA54CE"/>
    <w:rsid w:val="00CD34E5"/>
    <w:rsid w:val="00CE04D0"/>
    <w:rsid w:val="00CF6D6A"/>
    <w:rsid w:val="00D13B15"/>
    <w:rsid w:val="00D34E10"/>
    <w:rsid w:val="00DA61EB"/>
    <w:rsid w:val="00DB3ECF"/>
    <w:rsid w:val="00E45EDC"/>
    <w:rsid w:val="00E9379D"/>
    <w:rsid w:val="00EA4707"/>
    <w:rsid w:val="00EB6112"/>
    <w:rsid w:val="00F06076"/>
    <w:rsid w:val="00F069E2"/>
    <w:rsid w:val="00FB23A4"/>
    <w:rsid w:val="00FE01A5"/>
    <w:rsid w:val="00FF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380D99-8628-435A-8C8F-D28561834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4546A" w:themeColor="text2"/>
        <w:kern w:val="2"/>
        <w:sz w:val="18"/>
        <w:szCs w:val="18"/>
        <w:lang w:val="en-US" w:eastAsia="ja-JP" w:bidi="ar-SA"/>
        <w14:ligatures w14:val="standard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CA54CE"/>
    <w:pPr>
      <w:keepNext/>
      <w:keepLines/>
      <w:spacing w:before="240"/>
      <w:outlineLvl w:val="0"/>
    </w:pPr>
    <w:rPr>
      <w:rFonts w:ascii="Calibri Light" w:eastAsiaTheme="majorEastAsia" w:hAnsi="Calibri Light" w:cstheme="majorBidi"/>
      <w:color w:val="323E4F"/>
      <w:kern w:val="0"/>
      <w:sz w:val="28"/>
      <w:szCs w:val="32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ear">
    <w:name w:val="Year"/>
    <w:basedOn w:val="Normal"/>
    <w:next w:val="Normal"/>
    <w:uiPriority w:val="1"/>
    <w:pPr>
      <w:spacing w:after="600"/>
      <w:ind w:right="360"/>
      <w:jc w:val="right"/>
    </w:pPr>
    <w:rPr>
      <w:rFonts w:asciiTheme="majorHAnsi" w:eastAsiaTheme="majorEastAsia" w:hAnsiTheme="majorHAnsi" w:cstheme="majorBidi"/>
      <w:b/>
      <w:bCs/>
      <w:sz w:val="96"/>
      <w:szCs w:val="96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onths">
    <w:name w:val="Months"/>
    <w:basedOn w:val="Normal"/>
    <w:uiPriority w:val="2"/>
    <w:pPr>
      <w:spacing w:line="228" w:lineRule="auto"/>
      <w:ind w:left="101"/>
    </w:pPr>
    <w:rPr>
      <w:rFonts w:asciiTheme="majorHAnsi" w:eastAsiaTheme="majorEastAsia" w:hAnsiTheme="majorHAnsi" w:cstheme="majorBidi"/>
      <w:b/>
      <w:bCs/>
      <w:caps/>
      <w:spacing w:val="2"/>
      <w:sz w:val="21"/>
      <w:szCs w:val="21"/>
    </w:rPr>
  </w:style>
  <w:style w:type="table" w:customStyle="1" w:styleId="HostTable">
    <w:name w:val="Host Table"/>
    <w:basedOn w:val="TableNormal"/>
    <w:uiPriority w:val="99"/>
    <w:rPr>
      <w:color w:val="404040" w:themeColor="text1" w:themeTint="BF"/>
      <w:kern w:val="0"/>
      <w14:ligatures w14:val="none"/>
    </w:r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customStyle="1" w:styleId="Days">
    <w:name w:val="Days"/>
    <w:basedOn w:val="Normal"/>
    <w:uiPriority w:val="3"/>
    <w:pPr>
      <w:spacing w:before="40"/>
      <w:jc w:val="center"/>
    </w:pPr>
    <w:rPr>
      <w:rFonts w:asciiTheme="majorHAnsi" w:eastAsiaTheme="majorEastAsia" w:hAnsiTheme="majorHAnsi" w:cstheme="majorBidi"/>
      <w:kern w:val="0"/>
      <w:sz w:val="20"/>
      <w:szCs w:val="20"/>
      <w14:ligatures w14:val="none"/>
    </w:rPr>
  </w:style>
  <w:style w:type="paragraph" w:customStyle="1" w:styleId="Dates">
    <w:name w:val="Dates"/>
    <w:basedOn w:val="Normal"/>
    <w:uiPriority w:val="4"/>
    <w:pPr>
      <w:spacing w:before="40" w:after="40"/>
      <w:jc w:val="center"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NoSpacing">
    <w:name w:val="No Spacing"/>
    <w:uiPriority w:val="98"/>
    <w:unhideWhenUsed/>
    <w:qFormat/>
  </w:style>
  <w:style w:type="character" w:customStyle="1" w:styleId="Heading1Char">
    <w:name w:val="Heading 1 Char"/>
    <w:basedOn w:val="DefaultParagraphFont"/>
    <w:link w:val="Heading1"/>
    <w:uiPriority w:val="9"/>
    <w:rsid w:val="00CA54CE"/>
    <w:rPr>
      <w:rFonts w:ascii="Calibri Light" w:eastAsiaTheme="majorEastAsia" w:hAnsi="Calibri Light" w:cstheme="majorBidi"/>
      <w:color w:val="323E4F"/>
      <w:kern w:val="0"/>
      <w:sz w:val="28"/>
      <w:szCs w:val="32"/>
      <w:lang w:eastAsia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F060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ncalendar.com/2020-Word-Calenda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incalendar.com/2020-Word-Calend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wincalendar.com/Holiday-Calendar-with-Tod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ncalendar.com/2020-Holiday-Calenda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ropbox\d\GenesisTemplates\word-ye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ird Calendar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98B3A-107D-4A3D-A5A3-B90F131F9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word-year.dotx</Template>
  <TotalTime>0</TotalTime>
  <Pages>1</Pages>
  <Words>477</Words>
  <Characters>892</Characters>
  <Application>Microsoft Office Word</Application>
  <DocSecurity>0</DocSecurity>
  <Lines>657</Lines>
  <Paragraphs>465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WinCalendar.com</Manager>
  <Company>WinCalendar.com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 Calendar, Full-Year on 1 page</dc:title>
  <dc:subject>2020 Calendar</dc:subject>
  <dc:creator>WinCalendar</dc:creator>
  <cp:keywords>2020 Calendar,2020 Calendar, Full-Year on 1 page</cp:keywords>
  <cp:lastModifiedBy>Administrator</cp:lastModifiedBy>
  <cp:revision>1</cp:revision>
  <dcterms:created xsi:type="dcterms:W3CDTF">2019-11-12T17:27:00Z</dcterms:created>
  <dcterms:modified xsi:type="dcterms:W3CDTF">2019-11-12T17:28:00Z</dcterms:modified>
  <cp:category>2020 Calendar</cp:category>
</cp:coreProperties>
</file>